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32" w:rsidRPr="00D75E23" w:rsidRDefault="00895862" w:rsidP="00D75E23">
      <w:pPr>
        <w:snapToGrid w:val="0"/>
        <w:spacing w:line="211" w:lineRule="auto"/>
        <w:jc w:val="left"/>
        <w:rPr>
          <w:rFonts w:ascii="メイリオ" w:eastAsia="メイリオ" w:hAnsi="メイリオ"/>
          <w:b/>
          <w:sz w:val="24"/>
          <w:szCs w:val="24"/>
          <w:shd w:val="clear" w:color="auto" w:fill="BDD6EE" w:themeFill="accent1" w:themeFillTint="66"/>
        </w:rPr>
      </w:pPr>
      <w:r w:rsidRPr="00D75E23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震災復興支援基金（</w:t>
      </w:r>
      <w:r w:rsidR="00E63DB1" w:rsidRPr="00D75E23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パル未来花基金</w:t>
      </w:r>
      <w:r w:rsidRPr="00D75E23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）</w:t>
      </w:r>
      <w:r w:rsidR="00263D32" w:rsidRPr="00D75E23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理由書</w:t>
      </w:r>
    </w:p>
    <w:p w:rsidR="00263D32" w:rsidRPr="00D75E23" w:rsidRDefault="00263D32" w:rsidP="00D75E23">
      <w:pPr>
        <w:snapToGrid w:val="0"/>
        <w:spacing w:line="211" w:lineRule="auto"/>
        <w:jc w:val="right"/>
        <w:rPr>
          <w:rFonts w:ascii="メイリオ" w:eastAsia="メイリオ" w:hAnsi="メイリオ"/>
        </w:rPr>
      </w:pPr>
      <w:bookmarkStart w:id="0" w:name="_GoBack"/>
      <w:bookmarkEnd w:id="0"/>
      <w:r w:rsidRPr="00D75E23">
        <w:rPr>
          <w:rFonts w:ascii="メイリオ" w:eastAsia="メイリオ" w:hAnsi="メイリオ"/>
        </w:rPr>
        <w:t xml:space="preserve">  </w:t>
      </w:r>
      <w:r w:rsidRPr="00D75E23">
        <w:rPr>
          <w:rFonts w:ascii="メイリオ" w:eastAsia="メイリオ" w:hAnsi="メイリオ" w:hint="eastAsia"/>
        </w:rPr>
        <w:t>提出日20</w:t>
      </w:r>
      <w:r w:rsidR="00006ED9" w:rsidRPr="00D75E23">
        <w:rPr>
          <w:rFonts w:ascii="メイリオ" w:eastAsia="メイリオ" w:hAnsi="メイリオ" w:hint="eastAsia"/>
        </w:rPr>
        <w:t xml:space="preserve">　</w:t>
      </w:r>
      <w:r w:rsidRPr="00D75E23">
        <w:rPr>
          <w:rFonts w:ascii="メイリオ" w:eastAsia="メイリオ" w:hAnsi="メイリオ" w:hint="eastAsia"/>
        </w:rPr>
        <w:t xml:space="preserve">　年　</w:t>
      </w:r>
      <w:r w:rsidR="00006ED9" w:rsidRPr="00D75E23">
        <w:rPr>
          <w:rFonts w:ascii="メイリオ" w:eastAsia="メイリオ" w:hAnsi="メイリオ" w:hint="eastAsia"/>
        </w:rPr>
        <w:t xml:space="preserve">　</w:t>
      </w:r>
      <w:r w:rsidRPr="00D75E23">
        <w:rPr>
          <w:rFonts w:ascii="メイリオ" w:eastAsia="メイリオ" w:hAnsi="メイリオ" w:hint="eastAsia"/>
        </w:rPr>
        <w:t xml:space="preserve">月　　日　　　　　</w:t>
      </w:r>
    </w:p>
    <w:tbl>
      <w:tblPr>
        <w:tblW w:w="10596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SmallGap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623"/>
        <w:gridCol w:w="900"/>
        <w:gridCol w:w="4372"/>
      </w:tblGrid>
      <w:tr w:rsidR="00263D32" w:rsidRPr="00D75E23" w:rsidTr="00D50082">
        <w:trPr>
          <w:trHeight w:val="746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63D32" w:rsidRPr="00D75E23" w:rsidRDefault="00E63DB1" w:rsidP="00D75E23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D75E23">
              <w:rPr>
                <w:rFonts w:ascii="メイリオ" w:eastAsia="メイリオ" w:hAnsi="メイリオ" w:hint="eastAsia"/>
                <w:b/>
                <w:sz w:val="24"/>
                <w:szCs w:val="24"/>
              </w:rPr>
              <w:t>グループ</w:t>
            </w:r>
            <w:r w:rsidR="00A446D2" w:rsidRPr="00D75E23">
              <w:rPr>
                <w:rFonts w:ascii="メイリオ" w:eastAsia="メイリオ" w:hAnsi="メイリオ" w:hint="eastAsia"/>
                <w:b/>
                <w:sz w:val="24"/>
                <w:szCs w:val="24"/>
              </w:rPr>
              <w:t>名</w:t>
            </w:r>
          </w:p>
        </w:tc>
        <w:tc>
          <w:tcPr>
            <w:tcW w:w="362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63D32" w:rsidRPr="00D75E23" w:rsidRDefault="00263D32" w:rsidP="00D75E23">
            <w:pPr>
              <w:snapToGrid w:val="0"/>
              <w:spacing w:line="211" w:lineRule="auto"/>
              <w:ind w:right="840"/>
              <w:jc w:val="left"/>
              <w:rPr>
                <w:rFonts w:ascii="メイリオ" w:eastAsia="メイリオ" w:hAnsi="メイリオ"/>
                <w:color w:val="FF000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63D32" w:rsidRPr="00D75E23" w:rsidRDefault="007C79D4" w:rsidP="00D75E23">
            <w:pPr>
              <w:pStyle w:val="a3"/>
              <w:tabs>
                <w:tab w:val="clear" w:pos="4252"/>
                <w:tab w:val="clear" w:pos="8504"/>
              </w:tabs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D75E23">
              <w:rPr>
                <w:rFonts w:ascii="メイリオ" w:eastAsia="メイリオ" w:hAnsi="メイリオ" w:hint="eastAsia"/>
              </w:rPr>
              <w:t>代表者</w:t>
            </w:r>
          </w:p>
          <w:p w:rsidR="007C79D4" w:rsidRPr="00D75E23" w:rsidRDefault="007C79D4" w:rsidP="00D75E23">
            <w:pPr>
              <w:pStyle w:val="a3"/>
              <w:tabs>
                <w:tab w:val="clear" w:pos="4252"/>
                <w:tab w:val="clear" w:pos="8504"/>
              </w:tabs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D75E23">
              <w:rPr>
                <w:rFonts w:ascii="メイリオ" w:eastAsia="メイリオ" w:hAnsi="メイリオ" w:hint="eastAsia"/>
              </w:rPr>
              <w:t>氏名</w:t>
            </w:r>
          </w:p>
        </w:tc>
        <w:tc>
          <w:tcPr>
            <w:tcW w:w="437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3D32" w:rsidRPr="00D75E23" w:rsidRDefault="00263D32" w:rsidP="00D75E23">
            <w:pPr>
              <w:snapToGrid w:val="0"/>
              <w:spacing w:line="211" w:lineRule="auto"/>
              <w:rPr>
                <w:rFonts w:ascii="メイリオ" w:eastAsia="メイリオ" w:hAnsi="メイリオ"/>
                <w:color w:val="999999"/>
              </w:rPr>
            </w:pPr>
          </w:p>
        </w:tc>
      </w:tr>
      <w:tr w:rsidR="00263D32" w:rsidRPr="00D75E23" w:rsidTr="00D50082">
        <w:trPr>
          <w:cantSplit/>
          <w:trHeight w:val="1147"/>
        </w:trPr>
        <w:tc>
          <w:tcPr>
            <w:tcW w:w="10596" w:type="dxa"/>
            <w:gridSpan w:val="4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E63DB1" w:rsidRPr="00D75E23" w:rsidRDefault="00E63DB1" w:rsidP="00D75E23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 w:rsidRPr="00D75E23">
              <w:rPr>
                <w:rFonts w:ascii="メイリオ" w:eastAsia="メイリオ" w:hAnsi="メイリオ" w:hint="eastAsia"/>
                <w:sz w:val="24"/>
                <w:szCs w:val="24"/>
              </w:rPr>
              <w:t>【事実</w:t>
            </w:r>
            <w:r w:rsidR="00263D32" w:rsidRPr="00D75E23">
              <w:rPr>
                <w:rFonts w:ascii="メイリオ" w:eastAsia="メイリオ" w:hAnsi="メイリオ" w:hint="eastAsia"/>
                <w:sz w:val="24"/>
                <w:szCs w:val="24"/>
              </w:rPr>
              <w:t>】</w:t>
            </w:r>
          </w:p>
          <w:p w:rsidR="00A5566B" w:rsidRPr="00D75E23" w:rsidRDefault="00A5566B" w:rsidP="00D75E23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  <w:r w:rsidRPr="00D75E23">
              <w:rPr>
                <w:rFonts w:ascii="メイリオ" w:eastAsia="メイリオ" w:hAnsi="メイリオ" w:hint="eastAsia"/>
                <w:color w:val="FF0000"/>
              </w:rPr>
              <w:t>（例）「使途報告書」（様式E-1）に添付された領収書４０～４５の宛名が、団体とは異なる団体名・代表者名の記載であった。</w:t>
            </w:r>
          </w:p>
        </w:tc>
      </w:tr>
      <w:tr w:rsidR="00E63DB1" w:rsidRPr="00D75E23" w:rsidTr="00BB3095">
        <w:trPr>
          <w:cantSplit/>
          <w:trHeight w:val="3832"/>
        </w:trPr>
        <w:tc>
          <w:tcPr>
            <w:tcW w:w="10596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7E0B" w:rsidRPr="00D75E23" w:rsidRDefault="00167E0B" w:rsidP="00D75E23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</w:tr>
      <w:tr w:rsidR="00E63DB1" w:rsidRPr="00D75E23" w:rsidTr="00BB3095">
        <w:trPr>
          <w:cantSplit/>
          <w:trHeight w:val="402"/>
        </w:trPr>
        <w:tc>
          <w:tcPr>
            <w:tcW w:w="1059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63DB1" w:rsidRPr="00D75E23" w:rsidRDefault="00E63DB1" w:rsidP="00D75E23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 w:rsidRPr="00D75E23">
              <w:rPr>
                <w:rFonts w:ascii="メイリオ" w:eastAsia="メイリオ" w:hAnsi="メイリオ" w:hint="eastAsia"/>
                <w:sz w:val="24"/>
                <w:szCs w:val="24"/>
              </w:rPr>
              <w:t>【理由】※上記の事実が発生した</w:t>
            </w:r>
            <w:r w:rsidR="007208B4" w:rsidRPr="00D75E23">
              <w:rPr>
                <w:rFonts w:ascii="メイリオ" w:eastAsia="メイリオ" w:hAnsi="メイリオ" w:hint="eastAsia"/>
                <w:sz w:val="24"/>
                <w:szCs w:val="24"/>
              </w:rPr>
              <w:t>理由</w:t>
            </w:r>
            <w:r w:rsidRPr="00D75E23">
              <w:rPr>
                <w:rFonts w:ascii="メイリオ" w:eastAsia="メイリオ" w:hAnsi="メイリオ" w:hint="eastAsia"/>
                <w:sz w:val="24"/>
                <w:szCs w:val="24"/>
              </w:rPr>
              <w:t>について、以下にご記入ください。</w:t>
            </w:r>
          </w:p>
        </w:tc>
      </w:tr>
      <w:tr w:rsidR="00E63DB1" w:rsidRPr="00D75E23" w:rsidTr="00BB3095">
        <w:trPr>
          <w:cantSplit/>
          <w:trHeight w:val="4971"/>
        </w:trPr>
        <w:tc>
          <w:tcPr>
            <w:tcW w:w="1059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6ED9" w:rsidRPr="00D75E23" w:rsidRDefault="00006ED9" w:rsidP="00D75E23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</w:tr>
    </w:tbl>
    <w:p w:rsidR="00263D32" w:rsidRPr="00D75E23" w:rsidRDefault="00263D32" w:rsidP="00D75E23">
      <w:pPr>
        <w:snapToGrid w:val="0"/>
        <w:spacing w:line="211" w:lineRule="auto"/>
        <w:rPr>
          <w:rFonts w:ascii="メイリオ" w:eastAsia="メイリオ" w:hAnsi="メイリオ"/>
        </w:rPr>
      </w:pPr>
    </w:p>
    <w:tbl>
      <w:tblPr>
        <w:tblW w:w="0" w:type="auto"/>
        <w:tblInd w:w="31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51"/>
        <w:gridCol w:w="1417"/>
      </w:tblGrid>
      <w:tr w:rsidR="0095070E" w:rsidRPr="00D75E23" w:rsidTr="00C9348F">
        <w:tc>
          <w:tcPr>
            <w:tcW w:w="1351" w:type="dxa"/>
            <w:shd w:val="clear" w:color="auto" w:fill="auto"/>
            <w:vAlign w:val="center"/>
          </w:tcPr>
          <w:p w:rsidR="0095070E" w:rsidRPr="00C9348F" w:rsidRDefault="0095070E" w:rsidP="00D75E23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C9348F">
              <w:rPr>
                <w:rFonts w:ascii="メイリオ" w:eastAsia="メイリオ" w:hAnsi="メイリオ" w:hint="eastAsia"/>
                <w:color w:val="808080" w:themeColor="background1" w:themeShade="80"/>
              </w:rPr>
              <w:t>確認印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70E" w:rsidRPr="00C9348F" w:rsidRDefault="0095070E" w:rsidP="00D75E23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C9348F">
              <w:rPr>
                <w:rFonts w:ascii="メイリオ" w:eastAsia="メイリオ" w:hAnsi="メイリオ" w:hint="eastAsia"/>
                <w:color w:val="808080" w:themeColor="background1" w:themeShade="80"/>
              </w:rPr>
              <w:t>受理印</w:t>
            </w:r>
          </w:p>
        </w:tc>
      </w:tr>
      <w:tr w:rsidR="0095070E" w:rsidRPr="00D75E23" w:rsidTr="00C9348F">
        <w:tc>
          <w:tcPr>
            <w:tcW w:w="1351" w:type="dxa"/>
            <w:shd w:val="clear" w:color="auto" w:fill="auto"/>
          </w:tcPr>
          <w:p w:rsidR="0095070E" w:rsidRPr="00C9348F" w:rsidRDefault="0095070E" w:rsidP="00D75E23">
            <w:pPr>
              <w:snapToGrid w:val="0"/>
              <w:spacing w:line="211" w:lineRule="auto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C9348F">
              <w:rPr>
                <w:rFonts w:ascii="メイリオ" w:eastAsia="メイリオ" w:hAnsi="メイリオ" w:hint="eastAsia"/>
                <w:color w:val="808080" w:themeColor="background1" w:themeShade="80"/>
              </w:rPr>
              <w:t xml:space="preserve">　　／</w:t>
            </w:r>
          </w:p>
        </w:tc>
        <w:tc>
          <w:tcPr>
            <w:tcW w:w="1417" w:type="dxa"/>
            <w:shd w:val="clear" w:color="auto" w:fill="auto"/>
          </w:tcPr>
          <w:p w:rsidR="0095070E" w:rsidRPr="00C9348F" w:rsidRDefault="0095070E" w:rsidP="00D75E23">
            <w:pPr>
              <w:snapToGrid w:val="0"/>
              <w:spacing w:line="211" w:lineRule="auto"/>
              <w:ind w:firstLineChars="100" w:firstLine="210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C9348F">
              <w:rPr>
                <w:rFonts w:ascii="メイリオ" w:eastAsia="メイリオ" w:hAnsi="メイリオ" w:hint="eastAsia"/>
                <w:color w:val="808080" w:themeColor="background1" w:themeShade="80"/>
              </w:rPr>
              <w:t xml:space="preserve">　／</w:t>
            </w:r>
          </w:p>
        </w:tc>
      </w:tr>
      <w:tr w:rsidR="0095070E" w:rsidRPr="00D75E23" w:rsidTr="00C9348F">
        <w:trPr>
          <w:trHeight w:val="993"/>
        </w:trPr>
        <w:tc>
          <w:tcPr>
            <w:tcW w:w="1351" w:type="dxa"/>
            <w:shd w:val="clear" w:color="auto" w:fill="auto"/>
            <w:vAlign w:val="center"/>
          </w:tcPr>
          <w:p w:rsidR="0095070E" w:rsidRPr="00D75E23" w:rsidRDefault="0095070E" w:rsidP="00D75E23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D75E23">
              <w:rPr>
                <w:rFonts w:ascii="メイリオ" w:eastAsia="メイリオ" w:hAnsi="メイリオ" w:hint="eastAsia"/>
                <w:color w:val="A6A6A6"/>
              </w:rPr>
              <w:t>担当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70E" w:rsidRPr="00D75E23" w:rsidRDefault="001D5C0F" w:rsidP="00D75E23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D75E23">
              <w:rPr>
                <w:rFonts w:ascii="メイリオ" w:eastAsia="メイリオ" w:hAnsi="メイリオ" w:hint="eastAsia"/>
                <w:color w:val="A6A6A6"/>
              </w:rPr>
              <w:t>委員長</w:t>
            </w:r>
          </w:p>
          <w:p w:rsidR="0095070E" w:rsidRPr="00D75E23" w:rsidRDefault="0095070E" w:rsidP="00D75E23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D75E23">
              <w:rPr>
                <w:rFonts w:ascii="メイリオ" w:eastAsia="メイリオ" w:hAnsi="メイリオ" w:hint="eastAsia"/>
                <w:color w:val="A6A6A6"/>
              </w:rPr>
              <w:t>確認印</w:t>
            </w:r>
          </w:p>
        </w:tc>
      </w:tr>
    </w:tbl>
    <w:p w:rsidR="0095070E" w:rsidRPr="00D75E23" w:rsidRDefault="0095070E" w:rsidP="00D75E23">
      <w:pPr>
        <w:snapToGrid w:val="0"/>
        <w:spacing w:line="211" w:lineRule="auto"/>
        <w:rPr>
          <w:rFonts w:ascii="メイリオ" w:eastAsia="メイリオ" w:hAnsi="メイリオ"/>
        </w:rPr>
      </w:pPr>
    </w:p>
    <w:sectPr w:rsidR="0095070E" w:rsidRPr="00D75E23" w:rsidSect="00F53E69">
      <w:headerReference w:type="default" r:id="rId8"/>
      <w:pgSz w:w="11906" w:h="16838" w:code="9"/>
      <w:pgMar w:top="1418" w:right="567" w:bottom="426" w:left="567" w:header="567" w:footer="567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FBA" w:rsidRDefault="00E33FBA">
      <w:r>
        <w:separator/>
      </w:r>
    </w:p>
  </w:endnote>
  <w:endnote w:type="continuationSeparator" w:id="0">
    <w:p w:rsidR="00E33FBA" w:rsidRDefault="00E3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FBA" w:rsidRDefault="00E33FBA">
      <w:r>
        <w:separator/>
      </w:r>
    </w:p>
  </w:footnote>
  <w:footnote w:type="continuationSeparator" w:id="0">
    <w:p w:rsidR="00E33FBA" w:rsidRDefault="00E33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A8E" w:rsidRPr="00D75E23" w:rsidRDefault="003F2A8E" w:rsidP="003F2A8E">
    <w:pPr>
      <w:pStyle w:val="a3"/>
      <w:jc w:val="right"/>
      <w:rPr>
        <w:rFonts w:ascii="メイリオ" w:eastAsia="メイリオ" w:hAnsi="メイリオ"/>
      </w:rPr>
    </w:pPr>
    <w:r w:rsidRPr="00D75E23">
      <w:rPr>
        <w:rFonts w:ascii="メイリオ" w:eastAsia="メイリオ" w:hAnsi="メイリオ" w:hint="eastAsia"/>
      </w:rPr>
      <w:t>パ</w:t>
    </w:r>
    <w:r w:rsidR="00782A92" w:rsidRPr="00D75E23">
      <w:rPr>
        <w:rFonts w:ascii="メイリオ" w:eastAsia="メイリオ" w:hAnsi="メイリオ" w:hint="eastAsia"/>
      </w:rPr>
      <w:t xml:space="preserve">ル未来花基金　</w:t>
    </w:r>
    <w:r w:rsidRPr="00D75E23">
      <w:rPr>
        <w:rFonts w:ascii="メイリオ" w:eastAsia="メイリオ" w:hAnsi="メイリオ" w:hint="eastAsia"/>
      </w:rPr>
      <w:t>様式</w:t>
    </w:r>
    <w:r w:rsidR="00485194" w:rsidRPr="00D75E23">
      <w:rPr>
        <w:rFonts w:ascii="メイリオ" w:eastAsia="メイリオ" w:hAnsi="メイリオ" w:hint="eastAsia"/>
      </w:rPr>
      <w:t>F</w:t>
    </w:r>
    <w:r w:rsidRPr="00D75E23">
      <w:rPr>
        <w:rFonts w:ascii="メイリオ" w:eastAsia="メイリオ" w:hAnsi="メイリオ" w:hint="eastAsia"/>
      </w:rPr>
      <w:t>-1</w:t>
    </w:r>
  </w:p>
  <w:p w:rsidR="003F2A8E" w:rsidRPr="00D75E23" w:rsidRDefault="00D50082" w:rsidP="003F2A8E">
    <w:pPr>
      <w:pStyle w:val="a3"/>
      <w:jc w:val="right"/>
      <w:rPr>
        <w:rFonts w:ascii="メイリオ" w:eastAsia="メイリオ" w:hAnsi="メイリオ"/>
      </w:rPr>
    </w:pPr>
    <w:r w:rsidRPr="00D75E23">
      <w:rPr>
        <w:rFonts w:ascii="メイリオ" w:eastAsia="メイリオ" w:hAnsi="メイリオ" w:hint="eastAsia"/>
      </w:rPr>
      <w:t>2020．12　政策推進課</w:t>
    </w:r>
    <w:r w:rsidR="003F2A8E" w:rsidRPr="00D75E23">
      <w:rPr>
        <w:rFonts w:ascii="メイリオ" w:eastAsia="メイリオ" w:hAnsi="メイリオ" w:hint="eastAsia"/>
      </w:rPr>
      <w:t>改定</w:t>
    </w:r>
  </w:p>
  <w:p w:rsidR="00C45DD3" w:rsidRDefault="00C45DD3">
    <w:pPr>
      <w:pStyle w:val="a3"/>
      <w:tabs>
        <w:tab w:val="clear" w:pos="8504"/>
        <w:tab w:val="right" w:pos="9180"/>
      </w:tabs>
      <w:spacing w:line="0" w:lineRule="atLeast"/>
      <w:ind w:rightChars="-124" w:right="-260"/>
      <w:jc w:val="right"/>
      <w:rPr>
        <w:rFonts w:eastAsia="HGPｺﾞｼｯｸM"/>
        <w:sz w:val="16"/>
      </w:rPr>
    </w:pPr>
  </w:p>
  <w:p w:rsidR="00921EDC" w:rsidRDefault="00921EDC">
    <w:pPr>
      <w:pStyle w:val="a3"/>
      <w:tabs>
        <w:tab w:val="clear" w:pos="8504"/>
        <w:tab w:val="right" w:pos="9180"/>
      </w:tabs>
      <w:spacing w:line="0" w:lineRule="atLeast"/>
      <w:ind w:rightChars="-124" w:right="-260"/>
      <w:jc w:val="right"/>
      <w:rPr>
        <w:rFonts w:eastAsia="HGPｺﾞｼｯｸM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F48A6"/>
    <w:multiLevelType w:val="hybridMultilevel"/>
    <w:tmpl w:val="A06CCE00"/>
    <w:lvl w:ilvl="0" w:tplc="5726AA60">
      <w:start w:val="2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A8"/>
    <w:rsid w:val="00006ED9"/>
    <w:rsid w:val="00055AAF"/>
    <w:rsid w:val="00060D22"/>
    <w:rsid w:val="000E4E1C"/>
    <w:rsid w:val="000F51C8"/>
    <w:rsid w:val="00167E0B"/>
    <w:rsid w:val="001A1D4C"/>
    <w:rsid w:val="001A4F49"/>
    <w:rsid w:val="001A68A8"/>
    <w:rsid w:val="001D5C0F"/>
    <w:rsid w:val="00206604"/>
    <w:rsid w:val="00263D32"/>
    <w:rsid w:val="002A6FC7"/>
    <w:rsid w:val="00300093"/>
    <w:rsid w:val="003753C0"/>
    <w:rsid w:val="0038587E"/>
    <w:rsid w:val="003F2A8E"/>
    <w:rsid w:val="00443897"/>
    <w:rsid w:val="004553C9"/>
    <w:rsid w:val="00456297"/>
    <w:rsid w:val="00485194"/>
    <w:rsid w:val="005438A6"/>
    <w:rsid w:val="005C7558"/>
    <w:rsid w:val="00616EAD"/>
    <w:rsid w:val="006356F4"/>
    <w:rsid w:val="00696D03"/>
    <w:rsid w:val="006A5171"/>
    <w:rsid w:val="006D678F"/>
    <w:rsid w:val="006F7F27"/>
    <w:rsid w:val="007208B4"/>
    <w:rsid w:val="00782A92"/>
    <w:rsid w:val="007A55DD"/>
    <w:rsid w:val="007C1CC6"/>
    <w:rsid w:val="007C79D4"/>
    <w:rsid w:val="007D4052"/>
    <w:rsid w:val="008171F8"/>
    <w:rsid w:val="00862334"/>
    <w:rsid w:val="0088472B"/>
    <w:rsid w:val="00895862"/>
    <w:rsid w:val="009108C7"/>
    <w:rsid w:val="00921EDC"/>
    <w:rsid w:val="0095070E"/>
    <w:rsid w:val="009703C7"/>
    <w:rsid w:val="009872C2"/>
    <w:rsid w:val="009B2631"/>
    <w:rsid w:val="009B3753"/>
    <w:rsid w:val="00A35210"/>
    <w:rsid w:val="00A41585"/>
    <w:rsid w:val="00A446D2"/>
    <w:rsid w:val="00A53AF9"/>
    <w:rsid w:val="00A5566B"/>
    <w:rsid w:val="00AB0F7E"/>
    <w:rsid w:val="00AF772B"/>
    <w:rsid w:val="00B71431"/>
    <w:rsid w:val="00B807D6"/>
    <w:rsid w:val="00BB3095"/>
    <w:rsid w:val="00C01E0A"/>
    <w:rsid w:val="00C45DD3"/>
    <w:rsid w:val="00C9348F"/>
    <w:rsid w:val="00D32BFD"/>
    <w:rsid w:val="00D50082"/>
    <w:rsid w:val="00D75E23"/>
    <w:rsid w:val="00DC073C"/>
    <w:rsid w:val="00DF2FC7"/>
    <w:rsid w:val="00E339BD"/>
    <w:rsid w:val="00E33FBA"/>
    <w:rsid w:val="00E63DB1"/>
    <w:rsid w:val="00E96AE3"/>
    <w:rsid w:val="00F40F13"/>
    <w:rsid w:val="00F53E69"/>
    <w:rsid w:val="00FC5CC0"/>
    <w:rsid w:val="00FC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1BB008-B25A-4A2D-AE2B-E005B8D0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37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210" w:hangingChars="100" w:hanging="210"/>
    </w:pPr>
    <w:rPr>
      <w:bCs/>
    </w:rPr>
  </w:style>
  <w:style w:type="paragraph" w:styleId="a7">
    <w:name w:val="Balloon Text"/>
    <w:basedOn w:val="a"/>
    <w:semiHidden/>
    <w:rsid w:val="00AB0F7E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3F2A8E"/>
    <w:rPr>
      <w:sz w:val="21"/>
    </w:rPr>
  </w:style>
  <w:style w:type="table" w:styleId="a8">
    <w:name w:val="Table Grid"/>
    <w:basedOn w:val="a1"/>
    <w:rsid w:val="00950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800ahr\&#12487;&#12473;&#12463;&#12488;&#12483;&#12503;\A-050&#12288;&#12288;%20&#29702;&#3000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2898-1264-4F26-AC47-4F287147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A-050　　 理由書.dot</Template>
  <TotalTime>4</TotalTime>
  <Pages>1</Pages>
  <Words>147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経費精算書</vt:lpstr>
      <vt:lpstr>経費精算書</vt:lpstr>
    </vt:vector>
  </TitlesOfParts>
  <Company>パルシステム連合会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経費精算書</dc:title>
  <dc:subject/>
  <dc:creator>d800ahr</dc:creator>
  <cp:keywords/>
  <cp:lastModifiedBy>新井 英人</cp:lastModifiedBy>
  <cp:revision>8</cp:revision>
  <cp:lastPrinted>2014-01-27T06:48:00Z</cp:lastPrinted>
  <dcterms:created xsi:type="dcterms:W3CDTF">2020-12-18T05:31:00Z</dcterms:created>
  <dcterms:modified xsi:type="dcterms:W3CDTF">2021-05-14T04:42:00Z</dcterms:modified>
</cp:coreProperties>
</file>